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C3A915" w14:textId="506CA220" w:rsidR="00FE59C5" w:rsidRDefault="00FE59C5" w:rsidP="00FE59C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A11DFD"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14:paraId="783A497E" w14:textId="77777777" w:rsidR="00FE59C5" w:rsidRDefault="00FE59C5" w:rsidP="00FE59C5">
      <w:pPr>
        <w:spacing w:after="0" w:line="240" w:lineRule="auto"/>
        <w:rPr>
          <w:rFonts w:eastAsia="Times New Roman" w:cs="Times New Roman"/>
          <w:lang w:eastAsia="cs-CZ"/>
        </w:rPr>
      </w:pPr>
    </w:p>
    <w:p w14:paraId="6F224FD2" w14:textId="77777777" w:rsidR="00FE59C5" w:rsidRDefault="00FE59C5" w:rsidP="00FE59C5">
      <w:pPr>
        <w:pStyle w:val="Nadpis1"/>
        <w:rPr>
          <w:rFonts w:eastAsia="Times New Roman"/>
        </w:rPr>
      </w:pPr>
      <w:r>
        <w:rPr>
          <w:rFonts w:eastAsia="Times New Roman"/>
          <w:lang w:val="x-none"/>
        </w:rPr>
        <w:t xml:space="preserve">Čestné prohlášení o </w:t>
      </w:r>
      <w:r>
        <w:rPr>
          <w:rFonts w:eastAsia="Times New Roman"/>
        </w:rPr>
        <w:t>ekonomické kvalifikaci</w:t>
      </w:r>
    </w:p>
    <w:p w14:paraId="125D1E9B" w14:textId="77777777" w:rsidR="00FE59C5" w:rsidRDefault="00FE59C5" w:rsidP="00FE59C5">
      <w:pPr>
        <w:spacing w:after="0" w:line="240" w:lineRule="auto"/>
        <w:rPr>
          <w:rFonts w:eastAsia="Times New Roman" w:cs="Times New Roman"/>
          <w:lang w:eastAsia="x-none"/>
        </w:rPr>
      </w:pPr>
    </w:p>
    <w:p w14:paraId="196BE8C4" w14:textId="77777777" w:rsidR="00FE59C5" w:rsidRDefault="00FE59C5" w:rsidP="00FE59C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BCD737B" w14:textId="77777777" w:rsidR="00FE59C5" w:rsidRDefault="00FE59C5" w:rsidP="00FE59C5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73D40C13" w14:textId="77777777" w:rsidR="00FE59C5" w:rsidRDefault="00FE59C5" w:rsidP="00FE59C5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8E01F4D" w14:textId="77777777" w:rsidR="00FE59C5" w:rsidRDefault="00FE59C5" w:rsidP="00FE59C5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391DA41D" w14:textId="77777777" w:rsidR="00FE59C5" w:rsidRDefault="00FE59C5" w:rsidP="00FE59C5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2DCFE4" w14:textId="77777777" w:rsidR="00FE59C5" w:rsidRDefault="00FE59C5" w:rsidP="00FE59C5">
      <w:pPr>
        <w:spacing w:after="0" w:line="240" w:lineRule="auto"/>
        <w:rPr>
          <w:rFonts w:eastAsia="Times New Roman" w:cs="Times New Roman"/>
          <w:lang w:eastAsia="cs-CZ"/>
        </w:rPr>
      </w:pPr>
    </w:p>
    <w:p w14:paraId="69E59934" w14:textId="283357DA" w:rsidR="00A11DFD" w:rsidRPr="00A11DFD" w:rsidRDefault="00FE59C5" w:rsidP="00A11DF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A11DFD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A11DFD">
        <w:rPr>
          <w:rFonts w:eastAsia="Times New Roman" w:cs="Times New Roman"/>
          <w:b/>
          <w:lang w:eastAsia="cs-CZ"/>
        </w:rPr>
        <w:t xml:space="preserve">Oprava mostních objektů v úseku </w:t>
      </w:r>
      <w:proofErr w:type="spellStart"/>
      <w:r w:rsidR="00A11DFD">
        <w:rPr>
          <w:rFonts w:eastAsia="Times New Roman" w:cs="Times New Roman"/>
          <w:b/>
          <w:lang w:eastAsia="cs-CZ"/>
        </w:rPr>
        <w:t>Počerady</w:t>
      </w:r>
      <w:proofErr w:type="spellEnd"/>
      <w:r w:rsidR="00A11DFD">
        <w:rPr>
          <w:rFonts w:eastAsia="Times New Roman" w:cs="Times New Roman"/>
          <w:b/>
          <w:lang w:eastAsia="cs-CZ"/>
        </w:rPr>
        <w:t xml:space="preserve"> – České Zlatníky-PD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Pr="00A11DFD">
        <w:rPr>
          <w:rFonts w:eastAsia="Times New Roman" w:cs="Times New Roman"/>
          <w:lang w:eastAsia="cs-CZ"/>
        </w:rPr>
        <w:t>č.</w:t>
      </w:r>
      <w:r w:rsidR="00A11DFD">
        <w:rPr>
          <w:rFonts w:eastAsia="Times New Roman" w:cs="Times New Roman"/>
          <w:lang w:eastAsia="cs-CZ"/>
        </w:rPr>
        <w:t xml:space="preserve"> </w:t>
      </w:r>
      <w:r w:rsidRPr="00A11DFD">
        <w:rPr>
          <w:rFonts w:eastAsia="Times New Roman" w:cs="Times New Roman"/>
          <w:lang w:eastAsia="cs-CZ"/>
        </w:rPr>
        <w:t xml:space="preserve">j. </w:t>
      </w:r>
      <w:r w:rsidR="00A11DFD">
        <w:rPr>
          <w:rFonts w:eastAsia="Times New Roman" w:cs="Times New Roman"/>
          <w:lang w:eastAsia="cs-CZ"/>
        </w:rPr>
        <w:t>10868/2020-SŽDC-OŘ UNL-NPI</w:t>
      </w:r>
      <w:r>
        <w:rPr>
          <w:rFonts w:eastAsia="Times New Roman" w:cs="Times New Roman"/>
          <w:lang w:eastAsia="cs-CZ"/>
        </w:rPr>
        <w:t>, tímto čestně prohlašuje, že:</w:t>
      </w:r>
    </w:p>
    <w:p w14:paraId="1F084258" w14:textId="77777777" w:rsidR="00A11DFD" w:rsidRPr="00A11DFD" w:rsidRDefault="00FE59C5" w:rsidP="00A11DFD">
      <w:pPr>
        <w:spacing w:after="0" w:line="276" w:lineRule="auto"/>
        <w:rPr>
          <w:rFonts w:eastAsia="Times New Roman" w:cs="Times New Roman"/>
          <w:lang w:eastAsia="cs-CZ"/>
        </w:rPr>
      </w:pPr>
      <w:r w:rsidRPr="00A11DFD">
        <w:rPr>
          <w:rFonts w:eastAsia="Times New Roman" w:cs="Times New Roman"/>
          <w:lang w:eastAsia="cs-CZ"/>
        </w:rPr>
        <w:t>minimální roční obrat dodavatele zjištěný podle zvláštních právních předpisů</w:t>
      </w:r>
      <w:r w:rsidRPr="00A11DFD">
        <w:rPr>
          <w:rFonts w:eastAsia="Times New Roman" w:cs="Times New Roman"/>
          <w:vertAlign w:val="superscript"/>
          <w:lang w:eastAsia="cs-CZ"/>
        </w:rPr>
        <w:footnoteReference w:id="1"/>
      </w:r>
      <w:r w:rsidRPr="00A11DFD">
        <w:rPr>
          <w:rFonts w:eastAsia="Times New Roman" w:cs="Times New Roman"/>
          <w:lang w:eastAsia="cs-CZ"/>
        </w:rPr>
        <w:t xml:space="preserve"> dosahoval </w:t>
      </w:r>
    </w:p>
    <w:p w14:paraId="508F0DF5" w14:textId="5082468D" w:rsidR="00A11DFD" w:rsidRDefault="00A11DFD" w:rsidP="00A11DFD">
      <w:pPr>
        <w:spacing w:after="0" w:line="276" w:lineRule="auto"/>
        <w:rPr>
          <w:rFonts w:eastAsia="Times New Roman" w:cs="Times New Roman"/>
          <w:i/>
          <w:highlight w:val="yellow"/>
          <w:lang w:eastAsia="cs-CZ"/>
        </w:rPr>
      </w:pPr>
      <w:r w:rsidRPr="00A11DFD">
        <w:rPr>
          <w:rFonts w:eastAsia="Times New Roman" w:cs="Times New Roman"/>
          <w:b/>
          <w:lang w:eastAsia="cs-CZ"/>
        </w:rPr>
        <w:t>7 800 000</w:t>
      </w:r>
      <w:r w:rsidR="00FE59C5" w:rsidRPr="00A11DFD">
        <w:rPr>
          <w:rFonts w:eastAsia="Times New Roman" w:cs="Times New Roman"/>
          <w:b/>
          <w:lang w:eastAsia="cs-CZ"/>
        </w:rPr>
        <w:t>,-</w:t>
      </w:r>
      <w:r w:rsidRPr="00A11DFD">
        <w:rPr>
          <w:rFonts w:eastAsia="Times New Roman" w:cs="Times New Roman"/>
          <w:b/>
          <w:lang w:eastAsia="cs-CZ"/>
        </w:rPr>
        <w:t xml:space="preserve"> </w:t>
      </w:r>
      <w:r w:rsidR="00FE59C5" w:rsidRPr="00A11DFD">
        <w:rPr>
          <w:rFonts w:eastAsia="Times New Roman" w:cs="Times New Roman"/>
          <w:b/>
          <w:lang w:eastAsia="cs-CZ"/>
        </w:rPr>
        <w:t>Kč bez DPH</w:t>
      </w:r>
      <w:r w:rsidR="00FE59C5" w:rsidRPr="00A11DFD">
        <w:rPr>
          <w:rFonts w:eastAsia="Times New Roman" w:cs="Times New Roman"/>
          <w:lang w:eastAsia="cs-CZ"/>
        </w:rPr>
        <w:t xml:space="preserve"> za každé ze  tří uzavřených, bezprostředně předcházejících účetních období, jestliže účastník vznikl později, tak za všechna uzavřená účetní období od svého vzniku, a účastník tedy </w:t>
      </w:r>
    </w:p>
    <w:p w14:paraId="30D97071" w14:textId="77777777" w:rsidR="00A11DFD" w:rsidRPr="00A11DFD" w:rsidRDefault="00A11DFD" w:rsidP="00A11DFD">
      <w:pPr>
        <w:spacing w:after="0" w:line="276" w:lineRule="auto"/>
        <w:rPr>
          <w:rFonts w:eastAsia="Times New Roman" w:cs="Times New Roman"/>
          <w:i/>
          <w:highlight w:val="yellow"/>
          <w:lang w:eastAsia="cs-CZ"/>
        </w:rPr>
      </w:pPr>
    </w:p>
    <w:p w14:paraId="59A4D23B" w14:textId="77777777" w:rsidR="00FE59C5" w:rsidRDefault="00FE59C5" w:rsidP="00FE59C5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splňuje ekonomickou kvalifikaci,</w:t>
      </w:r>
    </w:p>
    <w:p w14:paraId="2321F8E1" w14:textId="77777777" w:rsidR="00FE59C5" w:rsidRDefault="00FE59C5" w:rsidP="00FE59C5">
      <w:pPr>
        <w:tabs>
          <w:tab w:val="num" w:pos="360"/>
        </w:tabs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neboť výše požadovaný požadavek zadavatele splňuje následovně: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37"/>
        <w:gridCol w:w="1603"/>
        <w:gridCol w:w="2210"/>
        <w:gridCol w:w="2210"/>
      </w:tblGrid>
      <w:tr w:rsidR="00FE59C5" w14:paraId="5B249FCD" w14:textId="77777777" w:rsidTr="00FE59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55823D" w14:textId="77777777" w:rsidR="00FE59C5" w:rsidRDefault="00FE59C5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A11DFD">
              <w:rPr>
                <w:rFonts w:eastAsia="Times New Roman" w:cs="Times New Roman"/>
                <w:i/>
                <w:lang w:eastAsia="cs-CZ"/>
              </w:rPr>
              <w:t>Uzavřené účetní období</w:t>
            </w:r>
          </w:p>
        </w:tc>
        <w:tc>
          <w:tcPr>
            <w:tcW w:w="16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24856" w14:textId="18CAFF25" w:rsidR="00FE59C5" w:rsidRDefault="00A11DFD" w:rsidP="00A11DFD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2016</w:t>
            </w: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DCD7B" w14:textId="7F1D5C74" w:rsidR="00FE59C5" w:rsidRDefault="00A11DFD" w:rsidP="00A11DFD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2017</w:t>
            </w: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42D0B10A" w14:textId="2470DC95" w:rsidR="00FE59C5" w:rsidRDefault="00A11DFD" w:rsidP="00A11DFD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2018</w:t>
            </w:r>
          </w:p>
        </w:tc>
      </w:tr>
      <w:tr w:rsidR="00FE59C5" w14:paraId="5C3BAC80" w14:textId="77777777" w:rsidTr="00FE59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7136D24" w14:textId="77777777" w:rsidR="00FE59C5" w:rsidRDefault="00FE59C5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A11DFD">
              <w:rPr>
                <w:rFonts w:eastAsia="Times New Roman" w:cs="Times New Roman"/>
                <w:i/>
                <w:lang w:eastAsia="cs-CZ"/>
              </w:rPr>
              <w:t>Dosažený roční obrat dodavatele / s ohledem na předmět veřejné zakázky</w:t>
            </w:r>
            <w:r>
              <w:rPr>
                <w:rFonts w:eastAsia="Times New Roman" w:cs="Times New Roman"/>
                <w:i/>
                <w:lang w:eastAsia="cs-CZ"/>
              </w:rPr>
              <w:t xml:space="preserve"> v tis. Kč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F4EC69C" w14:textId="77777777" w:rsidR="00FE59C5" w:rsidRDefault="00FE59C5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C2621EA" w14:textId="77777777" w:rsidR="00FE59C5" w:rsidRDefault="00FE59C5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5DF006A4" w14:textId="77777777" w:rsidR="00FE59C5" w:rsidRDefault="00FE59C5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</w:tbl>
    <w:p w14:paraId="78558C0E" w14:textId="77777777" w:rsidR="00FE59C5" w:rsidRDefault="00FE59C5" w:rsidP="00FE59C5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</w:t>
      </w:r>
    </w:p>
    <w:p w14:paraId="4936A61A" w14:textId="77777777" w:rsidR="00A11DFD" w:rsidRDefault="00A11DFD" w:rsidP="00FE59C5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04EAE1F6" w14:textId="50AF904E" w:rsidR="00FE59C5" w:rsidRDefault="00A11DFD" w:rsidP="00FE59C5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FE59C5">
        <w:rPr>
          <w:rFonts w:eastAsia="Times New Roman" w:cs="Times New Roman"/>
          <w:lang w:eastAsia="cs-CZ"/>
        </w:rPr>
        <w:t>… dne ………………………</w:t>
      </w:r>
      <w:bookmarkStart w:id="1" w:name="_GoBack"/>
      <w:bookmarkEnd w:id="1"/>
    </w:p>
    <w:p w14:paraId="41EB4AFF" w14:textId="77777777" w:rsidR="00FE59C5" w:rsidRDefault="00FE59C5" w:rsidP="00FE59C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AA8EE0D" w14:textId="77777777" w:rsidR="009F392E" w:rsidRPr="00FE59C5" w:rsidRDefault="009F392E" w:rsidP="00FE59C5"/>
    <w:sectPr w:rsidR="009F392E" w:rsidRPr="00FE59C5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65CE68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F94ACA" w14:textId="77777777" w:rsidR="008E10FD" w:rsidRDefault="008E10FD" w:rsidP="00962258">
      <w:pPr>
        <w:spacing w:after="0" w:line="240" w:lineRule="auto"/>
      </w:pPr>
      <w:r>
        <w:separator/>
      </w:r>
    </w:p>
  </w:endnote>
  <w:endnote w:type="continuationSeparator" w:id="0">
    <w:p w14:paraId="22B0771C" w14:textId="77777777" w:rsidR="008E10FD" w:rsidRDefault="008E10F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62D6D0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22ED3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E59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F4282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AB56F0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D7254D5" w14:textId="77777777" w:rsidR="00F1715C" w:rsidRDefault="00F1715C" w:rsidP="00D831A3">
          <w:pPr>
            <w:pStyle w:val="Zpat"/>
          </w:pPr>
        </w:p>
      </w:tc>
    </w:tr>
  </w:tbl>
  <w:p w14:paraId="37BCBD4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3B85EAC" wp14:editId="5314A7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67EFA5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A7A2454" wp14:editId="1AD09B6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EBCB36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6A8623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296439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11D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11D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F6A35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CE5292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E67BF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D338CF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DB33792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3308E15C" w14:textId="77777777" w:rsidR="00F1715C" w:rsidRDefault="00A11DFD" w:rsidP="00460660">
          <w:pPr>
            <w:pStyle w:val="Zpat"/>
          </w:pPr>
          <w:r>
            <w:t>Oblastní ředitelství Ústí nad Labem</w:t>
          </w:r>
        </w:p>
        <w:p w14:paraId="4C694BC9" w14:textId="77777777" w:rsidR="00A11DFD" w:rsidRDefault="00A11DFD" w:rsidP="00460660">
          <w:pPr>
            <w:pStyle w:val="Zpat"/>
          </w:pPr>
          <w:r>
            <w:t>Železničářská 1386/31</w:t>
          </w:r>
        </w:p>
        <w:p w14:paraId="4F67A817" w14:textId="35BB3548" w:rsidR="00A11DFD" w:rsidRDefault="00A11DFD" w:rsidP="00460660">
          <w:pPr>
            <w:pStyle w:val="Zpat"/>
          </w:pPr>
          <w:r>
            <w:t>400 03 Ústí nad Labem</w:t>
          </w:r>
        </w:p>
      </w:tc>
    </w:tr>
  </w:tbl>
  <w:p w14:paraId="14CC5BA8" w14:textId="7E8D4830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67867D5" wp14:editId="243417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874905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7BD06E" wp14:editId="11F814B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35D95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EE4EBA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2C8FE4" w14:textId="77777777" w:rsidR="008E10FD" w:rsidRDefault="008E10FD" w:rsidP="00962258">
      <w:pPr>
        <w:spacing w:after="0" w:line="240" w:lineRule="auto"/>
      </w:pPr>
      <w:r>
        <w:separator/>
      </w:r>
    </w:p>
  </w:footnote>
  <w:footnote w:type="continuationSeparator" w:id="0">
    <w:p w14:paraId="10899196" w14:textId="77777777" w:rsidR="008E10FD" w:rsidRDefault="008E10FD" w:rsidP="00962258">
      <w:pPr>
        <w:spacing w:after="0" w:line="240" w:lineRule="auto"/>
      </w:pPr>
      <w:r>
        <w:continuationSeparator/>
      </w:r>
    </w:p>
  </w:footnote>
  <w:footnote w:id="1">
    <w:p w14:paraId="753F2A42" w14:textId="77777777" w:rsidR="00FE59C5" w:rsidRDefault="00FE59C5" w:rsidP="00FE59C5">
      <w:pPr>
        <w:pStyle w:val="Textpoznpodarou"/>
        <w:rPr>
          <w:rFonts w:ascii="Calibri" w:hAnsi="Calibri"/>
        </w:rPr>
      </w:pPr>
      <w:r>
        <w:rPr>
          <w:rStyle w:val="Znakapoznpodarou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Zákon č. 563/1991 Sb., o účetnictví,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069C5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10A9B7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9FB2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725B111" w14:textId="77777777" w:rsidR="00F1715C" w:rsidRPr="00D6163D" w:rsidRDefault="00F1715C" w:rsidP="00D6163D">
          <w:pPr>
            <w:pStyle w:val="Druhdokumentu"/>
          </w:pPr>
        </w:p>
      </w:tc>
    </w:tr>
  </w:tbl>
  <w:p w14:paraId="64A7794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4F9BB7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62F948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A610FF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8AFA27F" w14:textId="77777777" w:rsidR="00F1715C" w:rsidRPr="00D6163D" w:rsidRDefault="00F1715C" w:rsidP="00FC6389">
          <w:pPr>
            <w:pStyle w:val="Druhdokumentu"/>
          </w:pPr>
        </w:p>
      </w:tc>
    </w:tr>
    <w:tr w:rsidR="009F392E" w14:paraId="46F8E21B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B9918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49D10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9E3E5EF" w14:textId="77777777" w:rsidR="009F392E" w:rsidRPr="00D6163D" w:rsidRDefault="009F392E" w:rsidP="00FC6389">
          <w:pPr>
            <w:pStyle w:val="Druhdokumentu"/>
          </w:pPr>
        </w:p>
      </w:tc>
    </w:tr>
  </w:tbl>
  <w:p w14:paraId="55070F4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FE7C0E6" wp14:editId="08E00DA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E319F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9C5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10FD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11DFD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8CC395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59C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E59C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E59C5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E59C5"/>
    <w:rPr>
      <w:vertAlign w:val="superscript"/>
    </w:rPr>
  </w:style>
  <w:style w:type="character" w:styleId="Odkaznakoment">
    <w:name w:val="annotation reference"/>
    <w:semiHidden/>
    <w:unhideWhenUsed/>
    <w:rsid w:val="00FE59C5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59C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E59C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E59C5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E59C5"/>
    <w:rPr>
      <w:vertAlign w:val="superscript"/>
    </w:rPr>
  </w:style>
  <w:style w:type="character" w:styleId="Odkaznakoment">
    <w:name w:val="annotation reference"/>
    <w:semiHidden/>
    <w:unhideWhenUsed/>
    <w:rsid w:val="00FE59C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7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commentsExtended" Target="commentsExtended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F8820B-C3A0-41B9-A326-E802034B9B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EECFA84-6EBD-49A8-A131-9E466032B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</TotalTime>
  <Pages>1</Pages>
  <Words>133</Words>
  <Characters>790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Lepešková Marie, Bc.</cp:lastModifiedBy>
  <cp:revision>2</cp:revision>
  <cp:lastPrinted>2017-11-28T17:18:00Z</cp:lastPrinted>
  <dcterms:created xsi:type="dcterms:W3CDTF">2020-01-22T08:41:00Z</dcterms:created>
  <dcterms:modified xsi:type="dcterms:W3CDTF">2020-03-24T11:30:00Z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